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6F24BB4" w:rsidR="00F422D3" w:rsidRDefault="00F422D3" w:rsidP="00B42F40">
      <w:pPr>
        <w:pStyle w:val="Titul2"/>
      </w:pPr>
      <w:r>
        <w:t>Název zakázky: „</w:t>
      </w:r>
      <w:r w:rsidR="00FB500F">
        <w:t>Smykem řízený nakladač</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FB500F">
        <w:t xml:space="preserve">č. </w:t>
      </w:r>
      <w:r w:rsidR="0010127F" w:rsidRPr="00FB500F">
        <w:t>3146</w:t>
      </w:r>
      <w:r w:rsidRPr="00FB500F">
        <w:t xml:space="preserve"> ze dne </w:t>
      </w:r>
      <w:r w:rsidR="0010127F" w:rsidRPr="00FB500F">
        <w:t>15</w:t>
      </w:r>
      <w:r w:rsidRPr="00FB500F">
        <w:t xml:space="preserve">. </w:t>
      </w:r>
      <w:r w:rsidR="0010127F" w:rsidRPr="00FB500F">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0B7B8D21" w:rsidR="00F422D3" w:rsidRPr="00615D83" w:rsidRDefault="00615D83" w:rsidP="00AF2741">
      <w:pPr>
        <w:pStyle w:val="Textbezodsazen"/>
        <w:spacing w:after="0"/>
        <w:rPr>
          <w:bCs/>
        </w:rPr>
      </w:pPr>
      <w:r w:rsidRPr="00615D83">
        <w:rPr>
          <w:bCs/>
        </w:rPr>
        <w:t xml:space="preserve">číslo </w:t>
      </w:r>
      <w:r w:rsidR="00FB500F" w:rsidRPr="00615D83">
        <w:rPr>
          <w:bCs/>
        </w:rPr>
        <w:t>ISPROFOND:</w:t>
      </w:r>
      <w:r w:rsidR="00FB500F" w:rsidRPr="00660C8C">
        <w:rPr>
          <w:b/>
        </w:rPr>
        <w:t xml:space="preserve"> 500</w:t>
      </w:r>
      <w:r w:rsidR="00FB500F">
        <w:rPr>
          <w:b/>
        </w:rPr>
        <w:t>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7BFDFC15"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FB500F">
        <w:rPr>
          <w:b/>
          <w:color w:val="000000"/>
        </w:rPr>
        <w:t>Smykem řízený nakladač</w:t>
      </w:r>
      <w:r w:rsidRPr="00F73272">
        <w:rPr>
          <w:lang w:eastAsia="cs-CZ"/>
        </w:rPr>
        <w:t xml:space="preserve">“, ev. č. veřejné zakázky zadavatele: </w:t>
      </w:r>
      <w:r w:rsidRPr="00FB500F">
        <w:rPr>
          <w:b/>
          <w:lang w:eastAsia="cs-CZ"/>
        </w:rPr>
        <w:t>635</w:t>
      </w:r>
      <w:r w:rsidR="00FB500F" w:rsidRPr="00FB500F">
        <w:rPr>
          <w:b/>
          <w:lang w:eastAsia="cs-CZ"/>
        </w:rPr>
        <w:t>25169</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4629BE24" w:rsidR="00F24489" w:rsidRPr="00F97DBD" w:rsidRDefault="00615D83" w:rsidP="00F24489">
      <w:pPr>
        <w:pStyle w:val="Text1-1"/>
      </w:pPr>
      <w:r>
        <w:t xml:space="preserve">Předmětem koupě je </w:t>
      </w:r>
      <w:r w:rsidR="00FB500F">
        <w:t>1 ks smykem řízeného nakladače pro účely zajištění údržby 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0B4086A6" w:rsidR="00FB565A" w:rsidRPr="006E0170" w:rsidRDefault="00FB500F" w:rsidP="00FB565A">
      <w:pPr>
        <w:pStyle w:val="Text1-2"/>
      </w:pPr>
      <w:r w:rsidRPr="006E0170">
        <w:rPr>
          <w:lang w:eastAsia="cs-CZ"/>
        </w:rPr>
        <w:t>zaškolení Kupujícího pro bezpečnou obsluhu a údržbu Předmětu koupě</w:t>
      </w:r>
      <w:r w:rsidR="001B2705" w:rsidRPr="006E0170">
        <w:rPr>
          <w:lang w:eastAsia="cs-CZ"/>
        </w:rPr>
        <w:t>.</w:t>
      </w:r>
    </w:p>
    <w:p w14:paraId="6937ABB3" w14:textId="3AE1395B" w:rsidR="00FB565A" w:rsidRPr="006E0170" w:rsidRDefault="00FB500F" w:rsidP="00FB565A">
      <w:pPr>
        <w:pStyle w:val="Text1-2"/>
      </w:pPr>
      <w:r w:rsidRPr="006E0170">
        <w:rPr>
          <w:lang w:eastAsia="cs-CZ"/>
        </w:rPr>
        <w:t>vyhotovení a předání příslušných Dokladů</w:t>
      </w:r>
      <w:r w:rsidR="001B2705" w:rsidRPr="006E0170">
        <w:rPr>
          <w:lang w:eastAsia="cs-CZ"/>
        </w:rPr>
        <w:t>.</w:t>
      </w:r>
    </w:p>
    <w:p w14:paraId="2ED744E8" w14:textId="44FCFE58" w:rsidR="00D84593" w:rsidRPr="006E0170" w:rsidRDefault="00D84593" w:rsidP="00FB565A">
      <w:pPr>
        <w:pStyle w:val="Text1-2"/>
      </w:pPr>
      <w:r w:rsidRPr="006E0170">
        <w:rPr>
          <w:lang w:eastAsia="cs-CZ"/>
        </w:rPr>
        <w:t xml:space="preserve">provedení servisních úkonů </w:t>
      </w:r>
      <w:r w:rsidR="006E0170" w:rsidRPr="00660C8C">
        <w:rPr>
          <w:lang w:eastAsia="cs-CZ"/>
        </w:rPr>
        <w:t>dle</w:t>
      </w:r>
      <w:r w:rsidRPr="006E0170">
        <w:rPr>
          <w:lang w:eastAsia="cs-CZ"/>
        </w:rPr>
        <w:t xml:space="preserve"> čl. 6, odst. 6.4 této Smlouvy.</w:t>
      </w:r>
    </w:p>
    <w:p w14:paraId="04CBC914" w14:textId="31CBC4B1" w:rsidR="00106B57" w:rsidRPr="00FB500F" w:rsidRDefault="00FB500F" w:rsidP="00106B57">
      <w:pPr>
        <w:pStyle w:val="Text1-2"/>
      </w:pPr>
      <w:r w:rsidRPr="00FB500F">
        <w:rPr>
          <w:lang w:eastAsia="cs-CZ"/>
        </w:rPr>
        <w:t>doprava Předmětu koupě do Místa dodání, včetně vykládky</w:t>
      </w:r>
      <w:r w:rsidR="001B2705">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F8FE2B" w:rsidR="00454369" w:rsidRPr="00FB500F" w:rsidRDefault="00FB500F" w:rsidP="00FB565A">
      <w:pPr>
        <w:pStyle w:val="Text1-1"/>
        <w:rPr>
          <w:lang w:eastAsia="cs-CZ"/>
        </w:rPr>
      </w:pPr>
      <w:r w:rsidRPr="00FB500F">
        <w:rPr>
          <w:lang w:eastAsia="cs-CZ"/>
        </w:rPr>
        <w:t>Neobsazeno</w:t>
      </w:r>
      <w:r w:rsidR="00454369" w:rsidRPr="00FB500F">
        <w:t>.</w:t>
      </w:r>
    </w:p>
    <w:p w14:paraId="1AD37E7C" w14:textId="6BF396D0" w:rsidR="00454369" w:rsidRPr="00FB500F" w:rsidRDefault="00FB565A" w:rsidP="00FB565A">
      <w:pPr>
        <w:pStyle w:val="Text1-1"/>
        <w:rPr>
          <w:lang w:eastAsia="cs-CZ"/>
        </w:rPr>
      </w:pPr>
      <w:r w:rsidRPr="00FB500F">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FB500F">
        <w:rPr>
          <w:lang w:eastAsia="cs-CZ"/>
        </w:rPr>
        <w:t>3</w:t>
      </w:r>
      <w:r w:rsidRPr="00FB500F">
        <w:rPr>
          <w:lang w:eastAsia="cs-CZ"/>
        </w:rPr>
        <w:t xml:space="preserve">, odst. </w:t>
      </w:r>
      <w:r w:rsidR="00F34FAC" w:rsidRPr="00FB500F">
        <w:rPr>
          <w:lang w:eastAsia="cs-CZ"/>
        </w:rPr>
        <w:t>3</w:t>
      </w:r>
      <w:r w:rsidRPr="00FB500F">
        <w:rPr>
          <w:lang w:eastAsia="cs-CZ"/>
        </w:rPr>
        <w:t xml:space="preserve">.1 této Smlouvy. Předání a převzetí Předmětu koupě bude stvrzeno oběma Smluvními stranami podpisem Předávacího protokolu (dodacího listu). </w:t>
      </w:r>
    </w:p>
    <w:p w14:paraId="35CD592B" w14:textId="432795F6" w:rsidR="00FB565A" w:rsidRPr="00FB500F" w:rsidRDefault="00FB500F" w:rsidP="00FB565A">
      <w:pPr>
        <w:pStyle w:val="Text1-1"/>
        <w:rPr>
          <w:lang w:eastAsia="cs-CZ"/>
        </w:rPr>
      </w:pPr>
      <w:r w:rsidRPr="00FB500F">
        <w:rPr>
          <w:lang w:eastAsia="cs-CZ"/>
        </w:rPr>
        <w:t>Neobsazeno</w:t>
      </w:r>
      <w:r w:rsidR="00726F62" w:rsidRPr="00FB500F">
        <w:rPr>
          <w:lang w:eastAsia="cs-CZ"/>
        </w:rPr>
        <w:t>.</w:t>
      </w:r>
      <w:r w:rsidR="00454369" w:rsidRPr="00FB500F">
        <w:rPr>
          <w:lang w:eastAsia="cs-CZ"/>
        </w:rPr>
        <w:t xml:space="preserve"> </w:t>
      </w:r>
    </w:p>
    <w:p w14:paraId="0C557603" w14:textId="5F9B6E58" w:rsidR="00FB565A" w:rsidRPr="00F4008F" w:rsidRDefault="00FB565A" w:rsidP="00FB565A">
      <w:pPr>
        <w:pStyle w:val="Text1-1"/>
        <w:rPr>
          <w:lang w:eastAsia="cs-CZ"/>
        </w:rPr>
      </w:pPr>
      <w:r w:rsidRPr="00FB500F">
        <w:rPr>
          <w:lang w:eastAsia="cs-CZ"/>
        </w:rPr>
        <w:t>Kupní cena bude</w:t>
      </w:r>
      <w:r w:rsidRPr="001515CE">
        <w:rPr>
          <w:lang w:eastAsia="cs-CZ"/>
        </w:rPr>
        <w:t xml:space="preserv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001952B4" w:rsidRPr="00F4008F">
        <w:rPr>
          <w:lang w:eastAsia="cs-CZ"/>
        </w:rPr>
        <w:t>dokladu</w:t>
      </w:r>
      <w:r w:rsidR="001952B4">
        <w:rPr>
          <w:lang w:eastAsia="cs-CZ"/>
        </w:rPr>
        <w:t xml:space="preserve"> – faktury</w:t>
      </w:r>
      <w:r w:rsidRPr="00F4008F">
        <w:rPr>
          <w:lang w:eastAsia="cs-CZ"/>
        </w:rPr>
        <w:t xml:space="preserve">) vystavené Prodávajícím se splatností </w:t>
      </w:r>
      <w:r w:rsidRPr="00FB500F">
        <w:rPr>
          <w:lang w:eastAsia="cs-CZ"/>
        </w:rPr>
        <w:t>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w:t>
      </w:r>
      <w:r w:rsidRPr="00FB500F">
        <w:t xml:space="preserve">rovněž za ně přijímat pokyny a platby </w:t>
      </w:r>
      <w:r w:rsidR="000B5DDD" w:rsidRPr="00FB500F">
        <w:t>K</w:t>
      </w:r>
      <w:r w:rsidRPr="00FB500F">
        <w:t>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798A2DE2" w:rsidR="00454369" w:rsidRDefault="00F24489" w:rsidP="00F24489">
      <w:pPr>
        <w:pStyle w:val="Text1-1"/>
      </w:pPr>
      <w:r w:rsidRPr="00F97DBD">
        <w:t xml:space="preserve">Místo </w:t>
      </w:r>
      <w:r w:rsidR="00454369">
        <w:t xml:space="preserve">dodání je: </w:t>
      </w:r>
      <w:r w:rsidR="00C80CCA">
        <w:t>Správa železnic, státní organizace, Oblastní ředitelství Ostrava, TO Suchdol nad Odrou, Za nádražím 207, 742 01 Suchdol nad Odrou</w:t>
      </w:r>
      <w:r w:rsidR="00582120">
        <w:t xml:space="preserve"> (GPS: </w:t>
      </w:r>
      <w:r w:rsidR="00582120" w:rsidRPr="00582120">
        <w:t>49.</w:t>
      </w:r>
      <w:proofErr w:type="gramStart"/>
      <w:r w:rsidR="00582120" w:rsidRPr="00582120">
        <w:t>6418233N</w:t>
      </w:r>
      <w:proofErr w:type="gramEnd"/>
      <w:r w:rsidR="00582120" w:rsidRPr="00582120">
        <w:t>, 17.9385889E</w:t>
      </w:r>
      <w:r w:rsidR="00582120">
        <w:t>).</w:t>
      </w:r>
    </w:p>
    <w:p w14:paraId="2AAB0962" w14:textId="2DC9139A" w:rsidR="00F24489" w:rsidRPr="00FB500F" w:rsidRDefault="00454369" w:rsidP="00F24489">
      <w:pPr>
        <w:pStyle w:val="Text1-1"/>
      </w:pPr>
      <w:r>
        <w:t xml:space="preserve">Předmět koupě bude dodán v termínu: nejpozději </w:t>
      </w:r>
      <w:r w:rsidRPr="00FB500F">
        <w:t xml:space="preserve">do </w:t>
      </w:r>
      <w:r w:rsidR="00FB500F" w:rsidRPr="00FB500F">
        <w:rPr>
          <w:b/>
          <w:bCs/>
        </w:rPr>
        <w:t>28. 11. 2025</w:t>
      </w:r>
      <w:r w:rsidRPr="00FB500F">
        <w:t>.</w:t>
      </w:r>
    </w:p>
    <w:p w14:paraId="355BFEBF" w14:textId="4FECDBEC" w:rsidR="00454369" w:rsidRDefault="00454369" w:rsidP="00F24489">
      <w:pPr>
        <w:pStyle w:val="Text1-1"/>
      </w:pPr>
      <w:r w:rsidRPr="00FB500F">
        <w:rPr>
          <w:rFonts w:eastAsia="Times New Roman" w:cs="Times New Roman"/>
          <w:lang w:eastAsia="cs-CZ"/>
        </w:rPr>
        <w:t xml:space="preserve">Prodávající se zavazuje avizovat dodávku Předmětu koupě nejpozději </w:t>
      </w:r>
      <w:r w:rsidR="00FB500F" w:rsidRPr="00FB500F">
        <w:rPr>
          <w:rFonts w:eastAsia="Times New Roman" w:cs="Times New Roman"/>
          <w:lang w:eastAsia="cs-CZ"/>
        </w:rPr>
        <w:t>2</w:t>
      </w:r>
      <w:r w:rsidRPr="00FB500F">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FB500F" w:rsidRDefault="00F34FAC" w:rsidP="00214C3E">
      <w:pPr>
        <w:pStyle w:val="Nadpis1-1"/>
      </w:pPr>
      <w:r w:rsidRPr="00FB500F">
        <w:t>přeprava předmětu koupě</w:t>
      </w:r>
    </w:p>
    <w:p w14:paraId="76924D9A" w14:textId="77777777" w:rsidR="00F34FAC" w:rsidRPr="00FB500F" w:rsidRDefault="00454369" w:rsidP="00F34FAC">
      <w:pPr>
        <w:pStyle w:val="Text1-1"/>
      </w:pPr>
      <w:r w:rsidRPr="00FB500F">
        <w:t>Kupující nevyžaduje pojištění</w:t>
      </w:r>
      <w:r w:rsidR="00FB1BA8" w:rsidRPr="00FB500F">
        <w:t>.</w:t>
      </w:r>
    </w:p>
    <w:p w14:paraId="3F7FE46F" w14:textId="77777777" w:rsidR="00F34FAC" w:rsidRPr="00FB500F" w:rsidRDefault="00454369" w:rsidP="00F34FAC">
      <w:pPr>
        <w:pStyle w:val="Text1-1"/>
      </w:pPr>
      <w:r w:rsidRPr="00FB500F">
        <w:t xml:space="preserve">Kupující nevyžaduje speciální balení. </w:t>
      </w:r>
    </w:p>
    <w:p w14:paraId="4F5C9EAA" w14:textId="1304ECEB" w:rsidR="00F34FAC" w:rsidRPr="00FB500F" w:rsidRDefault="00A53FCB" w:rsidP="00F34FAC">
      <w:pPr>
        <w:pStyle w:val="Text1-1"/>
      </w:pPr>
      <w:bookmarkStart w:id="0" w:name="_Hlk161322717"/>
      <w:r w:rsidRPr="00FB500F">
        <w:t>Vratný obalový materiál tvoří</w:t>
      </w:r>
      <w:bookmarkEnd w:id="0"/>
      <w:r w:rsidR="00FB500F" w:rsidRPr="00FB500F">
        <w:t>: bez vratného materiálu</w:t>
      </w:r>
      <w:r w:rsidR="00FB1BA8" w:rsidRPr="00FB500F">
        <w:t>.</w:t>
      </w:r>
    </w:p>
    <w:p w14:paraId="41B996A5" w14:textId="301833F0" w:rsidR="00A53FCB" w:rsidRPr="00FB500F" w:rsidRDefault="00A53FCB" w:rsidP="005511D6">
      <w:pPr>
        <w:pStyle w:val="Text1-1"/>
      </w:pPr>
      <w:r w:rsidRPr="00FB500F">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5F0CF7D6" w:rsidR="00A53FCB" w:rsidRDefault="00A53FCB" w:rsidP="00A53FCB">
      <w:pPr>
        <w:pStyle w:val="Text1-2"/>
      </w:pPr>
      <w:r>
        <w:t>Dodací list</w:t>
      </w:r>
      <w:r w:rsidR="001453DF">
        <w:t>.</w:t>
      </w:r>
    </w:p>
    <w:p w14:paraId="30308DDA" w14:textId="7C256BE0" w:rsidR="00A53FCB" w:rsidRPr="001453DF" w:rsidRDefault="00FB500F" w:rsidP="00A53FCB">
      <w:pPr>
        <w:pStyle w:val="Text1-2"/>
      </w:pPr>
      <w:r w:rsidRPr="001453DF">
        <w:t>Záruční list</w:t>
      </w:r>
      <w:r w:rsidR="001453DF" w:rsidRPr="001453DF">
        <w:t>.</w:t>
      </w:r>
    </w:p>
    <w:p w14:paraId="54FECE25" w14:textId="77E1FFB0" w:rsidR="00A53FCB" w:rsidRPr="001453DF" w:rsidRDefault="00FB500F" w:rsidP="00A53FCB">
      <w:pPr>
        <w:pStyle w:val="Text1-2"/>
      </w:pPr>
      <w:r w:rsidRPr="001453DF">
        <w:t>Prohlášení o shodě dodávaného výrobku</w:t>
      </w:r>
      <w:r w:rsidR="001453DF" w:rsidRPr="001453DF">
        <w:t>.</w:t>
      </w:r>
    </w:p>
    <w:p w14:paraId="4651109D" w14:textId="3D7A8409" w:rsidR="00FB500F" w:rsidRPr="001453DF" w:rsidRDefault="00FB500F" w:rsidP="00A53FCB">
      <w:pPr>
        <w:pStyle w:val="Text1-2"/>
      </w:pPr>
      <w:r w:rsidRPr="001453DF">
        <w:t>Návod k použití, údržbě a obsluze stroje v CZ jazyce</w:t>
      </w:r>
      <w:r w:rsidR="001453DF" w:rsidRPr="001453DF">
        <w:t>.</w:t>
      </w:r>
    </w:p>
    <w:p w14:paraId="0F3D2529" w14:textId="15C5DF64" w:rsidR="00FB500F" w:rsidRPr="001453DF" w:rsidRDefault="00FB500F" w:rsidP="00A53FCB">
      <w:pPr>
        <w:pStyle w:val="Text1-2"/>
      </w:pPr>
      <w:r w:rsidRPr="001453DF">
        <w:t>COC list, případně jiný doklad pro provoz stroje na pozemních komunikacích.</w:t>
      </w:r>
    </w:p>
    <w:p w14:paraId="3C33C691" w14:textId="2B241F7A" w:rsidR="00A53FCB" w:rsidRPr="006E0170" w:rsidRDefault="00A53FCB" w:rsidP="00F34FAC">
      <w:pPr>
        <w:pStyle w:val="Nadpis1-1"/>
        <w:rPr>
          <w:b w:val="0"/>
          <w:bCs/>
        </w:rPr>
      </w:pPr>
      <w:r w:rsidRPr="006E0170">
        <w:rPr>
          <w:bCs/>
        </w:rPr>
        <w:t>Záruka</w:t>
      </w:r>
    </w:p>
    <w:p w14:paraId="7BB37752" w14:textId="47EB27C6" w:rsidR="00AF0065" w:rsidRPr="006E0170" w:rsidRDefault="00A53FCB" w:rsidP="00A771A6">
      <w:pPr>
        <w:pStyle w:val="Text1-1"/>
      </w:pPr>
      <w:r w:rsidRPr="006E0170">
        <w:t>Záruční doba činí</w:t>
      </w:r>
      <w:r w:rsidR="00C80CCA" w:rsidRPr="006E0170">
        <w:t xml:space="preserve"> 36 měsíců, nebo doba, kdy bude dovršeno nájezdu 2 000 MTH včetně</w:t>
      </w:r>
      <w:r w:rsidRPr="006E0170">
        <w:t>.</w:t>
      </w:r>
      <w:r w:rsidR="00C80CCA" w:rsidRPr="006E0170">
        <w:t xml:space="preserve"> V tomto případě se za rozhodný údaj pro délku záruky dle předchozí věty považuje ta skutečnost ze dvou výše jmenovaných, která nastane jako první.</w:t>
      </w:r>
    </w:p>
    <w:p w14:paraId="3B501842" w14:textId="1DE1E8A8" w:rsidR="00A771A6" w:rsidRPr="001453DF" w:rsidRDefault="00A771A6" w:rsidP="00A771A6">
      <w:pPr>
        <w:pStyle w:val="Text1-1"/>
      </w:pPr>
      <w:bookmarkStart w:id="1" w:name="_Hlk161322988"/>
      <w:r w:rsidRPr="001453DF">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1B2705">
        <w:t>M</w:t>
      </w:r>
      <w:r w:rsidR="001B2705" w:rsidRPr="001453DF">
        <w:t xml:space="preserve">ísta </w:t>
      </w:r>
      <w:r w:rsidRPr="001453DF">
        <w:t xml:space="preserve">opravy a následně zpět do Místa dodání a uhradí veškeré oprávněné náklady s touto přepravou spojené. </w:t>
      </w:r>
    </w:p>
    <w:p w14:paraId="58CC51A6" w14:textId="543141B0" w:rsidR="00A771A6" w:rsidRDefault="00A771A6" w:rsidP="00A771A6">
      <w:pPr>
        <w:pStyle w:val="Text1-1"/>
      </w:pPr>
      <w:r w:rsidRPr="001453DF">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1453DF">
        <w:t>.</w:t>
      </w:r>
    </w:p>
    <w:p w14:paraId="22CB073D" w14:textId="636E28DE" w:rsidR="001B2705" w:rsidRPr="00D84593" w:rsidRDefault="00D84593" w:rsidP="00D84593">
      <w:pPr>
        <w:pStyle w:val="Text1-1"/>
      </w:pPr>
      <w:r w:rsidRPr="00807673">
        <w:t>Pro případ řešení ostatních závad a servisních úkonů nevyjmenovaných v čl. 6, odst. 6.2-6.</w:t>
      </w:r>
      <w:r w:rsidR="006E0170">
        <w:t>3</w:t>
      </w:r>
      <w:r w:rsidRPr="00807673">
        <w:t xml:space="preserve">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75 km od Místa dodání dle bodu 3.1 této Smlouvy, tj. v Místě opravy dle čl. 7, odst. 7.6</w:t>
      </w:r>
      <w:r>
        <w:t xml:space="preserve"> t</w:t>
      </w:r>
      <w:r w:rsidRPr="00807673">
        <w: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22863C7" w:rsidR="007C34D3" w:rsidRPr="001453DF"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r w:rsidR="001453DF" w:rsidRPr="001453DF">
        <w:t>Jiří Kneifel</w:t>
      </w:r>
      <w:r w:rsidRPr="001453DF">
        <w:rPr>
          <w:rFonts w:eastAsia="Times New Roman" w:cs="Times New Roman"/>
          <w:lang w:eastAsia="cs-CZ"/>
        </w:rPr>
        <w:t xml:space="preserve"> </w:t>
      </w:r>
      <w:bookmarkEnd w:id="2"/>
    </w:p>
    <w:p w14:paraId="32A6E452" w14:textId="4D8C440B" w:rsidR="007C34D3" w:rsidRDefault="007C34D3" w:rsidP="007C34D3">
      <w:pPr>
        <w:spacing w:after="80" w:line="276" w:lineRule="auto"/>
        <w:ind w:left="1701" w:firstLine="709"/>
        <w:jc w:val="both"/>
        <w:rPr>
          <w:rStyle w:val="Hypertextovodkaz"/>
          <w:rFonts w:eastAsia="Times New Roman" w:cs="Times New Roman"/>
          <w:lang w:eastAsia="cs-CZ"/>
        </w:rPr>
      </w:pPr>
      <w:r w:rsidRPr="001453DF">
        <w:rPr>
          <w:rFonts w:eastAsia="Times New Roman" w:cs="Times New Roman"/>
          <w:lang w:eastAsia="cs-CZ"/>
        </w:rPr>
        <w:t xml:space="preserve">tel. </w:t>
      </w:r>
      <w:r w:rsidRPr="001453DF">
        <w:t>+420</w:t>
      </w:r>
      <w:r w:rsidR="001453DF" w:rsidRPr="001453DF">
        <w:t> 702 017 659</w:t>
      </w:r>
      <w:r w:rsidRPr="001453DF">
        <w:rPr>
          <w:rFonts w:eastAsia="Times New Roman" w:cs="Times New Roman"/>
          <w:lang w:eastAsia="cs-CZ"/>
        </w:rPr>
        <w:t xml:space="preserve">, email: </w:t>
      </w:r>
      <w:hyperlink r:id="rId13" w:history="1">
        <w:r w:rsidR="001453DF" w:rsidRPr="001453DF">
          <w:rPr>
            <w:rStyle w:val="Hypertextovodkaz"/>
            <w:rFonts w:eastAsia="Times New Roman" w:cs="Times New Roman"/>
            <w:noProof w:val="0"/>
            <w:lang w:eastAsia="cs-CZ"/>
          </w:rPr>
          <w:t>Kneifel@spravazeleznic.cz</w:t>
        </w:r>
      </w:hyperlink>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1453DF" w:rsidRDefault="00F34FAC" w:rsidP="00F34FAC">
      <w:pPr>
        <w:pStyle w:val="Text1-1"/>
        <w:rPr>
          <w:lang w:eastAsia="cs-CZ"/>
        </w:rPr>
      </w:pPr>
      <w:r w:rsidRPr="001453DF">
        <w:rPr>
          <w:lang w:eastAsia="cs-CZ"/>
        </w:rPr>
        <w:t>Servisní středisko prodávajícího pro účely servisu a oprav Předmětu Koupě:</w:t>
      </w:r>
    </w:p>
    <w:p w14:paraId="2BEF1D37" w14:textId="77777777" w:rsidR="00F34FAC" w:rsidRPr="00106B57"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highlight w:val="green"/>
          <w:lang w:eastAsia="cs-CZ"/>
        </w:rPr>
      </w:pPr>
      <w:r w:rsidRPr="001453DF">
        <w:rPr>
          <w:rFonts w:eastAsia="Times New Roman" w:cs="Times New Roman"/>
          <w:lang w:eastAsia="cs-CZ"/>
        </w:rPr>
        <w:t xml:space="preserve">Název provozovny prodávajícího: </w:t>
      </w:r>
      <w:r w:rsidRPr="001453DF">
        <w:rPr>
          <w:highlight w:val="yellow"/>
        </w:rPr>
        <w:t>"[VLOŽÍ PRODÁVAJÍCÍ]"</w:t>
      </w:r>
      <w:r w:rsidRPr="001453DF">
        <w:rPr>
          <w:rFonts w:eastAsia="Times New Roman" w:cs="Times New Roman"/>
          <w:highlight w:val="yellow"/>
          <w:lang w:eastAsia="cs-CZ"/>
        </w:rPr>
        <w:t xml:space="preserve"> </w:t>
      </w:r>
    </w:p>
    <w:p w14:paraId="0F409030" w14:textId="77777777" w:rsidR="00F34FAC" w:rsidRPr="00106B57"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highlight w:val="green"/>
          <w:lang w:eastAsia="cs-CZ"/>
        </w:rPr>
      </w:pPr>
      <w:r w:rsidRPr="001453DF">
        <w:rPr>
          <w:rFonts w:eastAsia="Times New Roman" w:cs="Times New Roman"/>
          <w:lang w:eastAsia="cs-CZ"/>
        </w:rPr>
        <w:t xml:space="preserve">Adresa: </w:t>
      </w:r>
      <w:r w:rsidRPr="001453DF">
        <w:rPr>
          <w:highlight w:val="yellow"/>
        </w:rPr>
        <w:t>"[VLOŽÍ PRODÁVAJÍCÍ]"</w:t>
      </w:r>
      <w:r w:rsidRPr="001453DF">
        <w:rPr>
          <w:rFonts w:eastAsia="Times New Roman" w:cs="Times New Roman"/>
          <w:highlight w:val="yellow"/>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1453DF">
        <w:rPr>
          <w:rFonts w:eastAsia="Times New Roman" w:cs="Times New Roman"/>
          <w:lang w:eastAsia="cs-CZ"/>
        </w:rPr>
        <w:t xml:space="preserve">GPS: </w:t>
      </w:r>
      <w:r w:rsidRPr="001453DF">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5010F503" w14:textId="77777777" w:rsidR="001B2705" w:rsidRDefault="001B2705" w:rsidP="001B2705">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539470D0" w14:textId="35944A09" w:rsidR="001B2705" w:rsidRPr="00F4008F" w:rsidRDefault="001B2705" w:rsidP="001B2705">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p>
    <w:p w14:paraId="761E12E9" w14:textId="07352DF3" w:rsidR="00F34FAC" w:rsidRPr="001453DF" w:rsidRDefault="001453DF" w:rsidP="00F34FAC">
      <w:pPr>
        <w:pStyle w:val="Text1-1"/>
      </w:pPr>
      <w:r w:rsidRPr="001453DF">
        <w:t>Neobsazeno</w:t>
      </w:r>
      <w:r w:rsidR="00F34FAC" w:rsidRPr="001453DF">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AF0065">
        <w:rPr>
          <w:rFonts w:ascii="Verdana" w:hAnsi="Verdana" w:cstheme="minorHAnsi"/>
        </w:rPr>
        <w:t>inovací</w:t>
      </w:r>
      <w:proofErr w:type="gramEnd"/>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1453DF">
        <w:t>Kupující</w:t>
      </w:r>
      <w:r w:rsidRPr="001453D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proofErr w:type="spellStart"/>
      <w:r w:rsidRPr="007C34D3">
        <w:rPr>
          <w:rFonts w:eastAsia="Times New Roman" w:cs="Times New Roman"/>
        </w:rPr>
        <w:t>Compliance</w:t>
      </w:r>
      <w:proofErr w:type="spellEnd"/>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4586348F" w:rsidR="00830C9D" w:rsidRDefault="006E0170"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Pr="00AE36E2">
        <w:t>, které spadají do oblasti působnosti právních předpisů nebo jiných aktů uvedených v článku 5k Nařízení č. 833/2014</w:t>
      </w:r>
      <w:r w:rsidR="00830C9D">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FB500F">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1"/>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1453DF" w:rsidRDefault="00214C3E" w:rsidP="00214C3E">
            <w:pPr>
              <w:pStyle w:val="Textbezslovn"/>
            </w:pPr>
            <w:r w:rsidRPr="001453DF">
              <w:fldChar w:fldCharType="begin"/>
            </w:r>
            <w:r w:rsidRPr="001453DF">
              <w:instrText xml:space="preserve"> HYPERLINK  \l "Annex04" </w:instrText>
            </w:r>
            <w:r w:rsidRPr="001453DF">
              <w:fldChar w:fldCharType="separate"/>
            </w:r>
            <w:r w:rsidRPr="001453DF">
              <w:rPr>
                <w:rStyle w:val="Hypertextovodkaz"/>
                <w:rFonts w:cs="Calibri"/>
                <w:color w:val="auto"/>
              </w:rPr>
              <w:t xml:space="preserve">Příloha č. </w:t>
            </w:r>
            <w:r w:rsidR="001E44D1" w:rsidRPr="001453DF">
              <w:rPr>
                <w:rStyle w:val="Hypertextovodkaz"/>
                <w:rFonts w:cs="Calibri"/>
                <w:color w:val="auto"/>
              </w:rPr>
              <w:t>3</w:t>
            </w:r>
            <w:bookmarkEnd w:id="9"/>
            <w:r w:rsidRPr="001453DF">
              <w:fldChar w:fldCharType="end"/>
            </w:r>
            <w:r w:rsidRPr="001453DF">
              <w:t>:</w:t>
            </w:r>
          </w:p>
        </w:tc>
        <w:tc>
          <w:tcPr>
            <w:tcW w:w="2969" w:type="pct"/>
          </w:tcPr>
          <w:p w14:paraId="025B7BE9" w14:textId="215CCA81" w:rsidR="00214C3E" w:rsidRPr="001453DF" w:rsidRDefault="001453DF" w:rsidP="000D2628">
            <w:pPr>
              <w:pStyle w:val="Textbezslovn"/>
              <w:ind w:hanging="136"/>
            </w:pPr>
            <w:r w:rsidRPr="001453DF">
              <w:t>neobsazeno</w:t>
            </w:r>
          </w:p>
        </w:tc>
      </w:tr>
      <w:tr w:rsidR="001E44D1" w:rsidRPr="00F97DBD" w14:paraId="086497E9" w14:textId="77777777" w:rsidTr="009032FF">
        <w:trPr>
          <w:jc w:val="center"/>
        </w:trPr>
        <w:tc>
          <w:tcPr>
            <w:tcW w:w="2031" w:type="pct"/>
          </w:tcPr>
          <w:p w14:paraId="32F3AFE8" w14:textId="725A0EAF" w:rsidR="001E44D1" w:rsidRPr="001453DF" w:rsidRDefault="001E44D1" w:rsidP="001E44D1">
            <w:pPr>
              <w:pStyle w:val="Textbezslovn"/>
            </w:pPr>
            <w:hyperlink w:anchor="Annex04" w:history="1">
              <w:r w:rsidRPr="001453DF">
                <w:rPr>
                  <w:rStyle w:val="Hypertextovodkaz"/>
                  <w:rFonts w:cs="Calibri"/>
                  <w:color w:val="auto"/>
                </w:rPr>
                <w:t>Příloha č. 4</w:t>
              </w:r>
            </w:hyperlink>
            <w:r w:rsidRPr="001453DF">
              <w:t>:</w:t>
            </w:r>
          </w:p>
        </w:tc>
        <w:tc>
          <w:tcPr>
            <w:tcW w:w="2969" w:type="pct"/>
          </w:tcPr>
          <w:p w14:paraId="49B03817" w14:textId="53BF3531" w:rsidR="001E44D1" w:rsidRPr="001453DF" w:rsidRDefault="001E44D1" w:rsidP="001E44D1">
            <w:pPr>
              <w:pStyle w:val="Textbezslovn"/>
              <w:ind w:hanging="136"/>
            </w:pPr>
            <w:r w:rsidRPr="001453DF">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1453DF" w:rsidRDefault="001E44D1" w:rsidP="001E44D1">
            <w:pPr>
              <w:pStyle w:val="Textbezslovn"/>
            </w:pPr>
            <w:r w:rsidRPr="001453DF">
              <w:fldChar w:fldCharType="begin"/>
            </w:r>
            <w:r w:rsidRPr="001453DF">
              <w:instrText xml:space="preserve"> HYPERLINK  \l "Annex05" </w:instrText>
            </w:r>
            <w:r w:rsidRPr="001453DF">
              <w:fldChar w:fldCharType="separate"/>
            </w:r>
            <w:r w:rsidRPr="001453DF">
              <w:rPr>
                <w:rStyle w:val="Hypertextovodkaz"/>
                <w:rFonts w:cs="Calibri"/>
                <w:color w:val="auto"/>
              </w:rPr>
              <w:t>Příloha č. 5</w:t>
            </w:r>
            <w:bookmarkEnd w:id="10"/>
            <w:r w:rsidRPr="001453DF">
              <w:fldChar w:fldCharType="end"/>
            </w:r>
            <w:r w:rsidRPr="001453DF">
              <w:t>:</w:t>
            </w:r>
          </w:p>
        </w:tc>
        <w:tc>
          <w:tcPr>
            <w:tcW w:w="2969" w:type="pct"/>
          </w:tcPr>
          <w:p w14:paraId="66E1CAEF" w14:textId="55096291" w:rsidR="001E44D1" w:rsidRPr="001453DF" w:rsidRDefault="001E44D1" w:rsidP="001E44D1">
            <w:pPr>
              <w:pStyle w:val="Textbezslovn"/>
              <w:ind w:hanging="136"/>
            </w:pPr>
            <w:r w:rsidRPr="001453DF">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26545F">
          <w:headerReference w:type="default" r:id="rId15"/>
          <w:footerReference w:type="default" r:id="rId16"/>
          <w:headerReference w:type="first" r:id="rId17"/>
          <w:footerReference w:type="first" r:id="rId18"/>
          <w:pgSz w:w="11906" w:h="16838" w:code="9"/>
          <w:pgMar w:top="1417" w:right="1416"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7F49E0F6" w14:textId="77777777" w:rsidR="00ED29F1" w:rsidRDefault="001E44D1" w:rsidP="001E44D1">
      <w:pPr>
        <w:pStyle w:val="Tabulka"/>
        <w:rPr>
          <w:rFonts w:ascii="Verdana" w:eastAsia="Verdana" w:hAnsi="Verdana" w:cs="Times New Roman"/>
          <w:b/>
          <w:bCs/>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484014F9" w14:textId="1F29F926" w:rsidR="001453DF" w:rsidRDefault="001453DF" w:rsidP="001453DF">
      <w:pPr>
        <w:tabs>
          <w:tab w:val="left" w:pos="2926"/>
        </w:tabs>
        <w:rPr>
          <w:rFonts w:ascii="Verdana" w:eastAsia="Verdana" w:hAnsi="Verdana" w:cs="Times New Roman"/>
          <w:b/>
          <w:bCs/>
        </w:rPr>
      </w:pPr>
    </w:p>
    <w:p w14:paraId="46BC8CF6" w14:textId="112D7899" w:rsidR="001453DF" w:rsidRPr="001453DF" w:rsidRDefault="001453DF" w:rsidP="001453DF">
      <w:pPr>
        <w:tabs>
          <w:tab w:val="left" w:pos="2926"/>
        </w:tabs>
        <w:sectPr w:rsidR="001453DF" w:rsidRPr="001453DF" w:rsidSect="004E70C8">
          <w:footerReference w:type="default" r:id="rId23"/>
          <w:pgSz w:w="11906" w:h="16838" w:code="9"/>
          <w:pgMar w:top="1417" w:right="1417" w:bottom="1417" w:left="1417" w:header="595" w:footer="624" w:gutter="652"/>
          <w:pgNumType w:start="1"/>
          <w:cols w:space="708"/>
          <w:docGrid w:linePitch="360"/>
        </w:sectPr>
      </w:pPr>
      <w:r>
        <w:tab/>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79EF7301" w14:textId="25620D35" w:rsidR="001B2705" w:rsidRDefault="001B2705" w:rsidP="001E44D1">
      <w:pPr>
        <w:pStyle w:val="Textbezslovn"/>
        <w:ind w:left="0"/>
        <w:rPr>
          <w:rFonts w:ascii="Verdana" w:hAnsi="Verdana"/>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sectPr w:rsidR="001B2705"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148784D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C8C">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088EE8F" w:rsidR="00285E8B" w:rsidRPr="00E7415D" w:rsidRDefault="00285E8B" w:rsidP="00A15E97">
          <w:pPr>
            <w:pStyle w:val="Zpat0"/>
            <w:rPr>
              <w:b/>
            </w:rPr>
          </w:pPr>
          <w:r>
            <w:t>VZ 635</w:t>
          </w:r>
          <w:r w:rsidR="00FB500F">
            <w:t>25169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E497A5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C8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4EA191F7" w:rsidR="001E44D1" w:rsidRDefault="001E44D1" w:rsidP="001E44D1">
          <w:pPr>
            <w:pStyle w:val="Zpat0"/>
          </w:pPr>
          <w:r>
            <w:t xml:space="preserve">KUPNÍ </w:t>
          </w:r>
          <w:r w:rsidR="001453DF">
            <w:t>SMLOUVA – Dodávky</w:t>
          </w:r>
        </w:p>
        <w:p w14:paraId="40F61466" w14:textId="2B86F77A" w:rsidR="00285E8B" w:rsidRDefault="001E44D1" w:rsidP="001E44D1">
          <w:pPr>
            <w:pStyle w:val="Zpat0"/>
          </w:pPr>
          <w:r>
            <w:t>VS 635</w:t>
          </w:r>
          <w:r w:rsidR="001453DF">
            <w:t>25169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41F526E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C8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2041281E" w:rsidR="001E44D1" w:rsidRDefault="001E44D1" w:rsidP="001E44D1">
          <w:pPr>
            <w:pStyle w:val="Zpat0"/>
          </w:pPr>
          <w:r>
            <w:t xml:space="preserve">KUPNÍ </w:t>
          </w:r>
          <w:r w:rsidR="001453DF">
            <w:t>SMLOUVA – Dodávky</w:t>
          </w:r>
        </w:p>
        <w:p w14:paraId="4983A40B" w14:textId="5F04FEB3" w:rsidR="00285E8B" w:rsidRDefault="001E44D1" w:rsidP="001E44D1">
          <w:pPr>
            <w:pStyle w:val="Zpat0"/>
          </w:pPr>
          <w:r>
            <w:t>VS 635</w:t>
          </w:r>
          <w:r w:rsidR="001453DF">
            <w:t>25169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C4AB53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C8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366784C8" w:rsidR="001E44D1" w:rsidRDefault="001E44D1" w:rsidP="001E44D1">
          <w:pPr>
            <w:pStyle w:val="Zpat0"/>
          </w:pPr>
          <w:r>
            <w:t xml:space="preserve">KUPNÍ </w:t>
          </w:r>
          <w:r w:rsidR="001453DF">
            <w:t>SMLOUVA – Dodávky</w:t>
          </w:r>
        </w:p>
        <w:p w14:paraId="7E32C0F5" w14:textId="2296F21B" w:rsidR="00285E8B" w:rsidRDefault="001E44D1" w:rsidP="001E44D1">
          <w:pPr>
            <w:pStyle w:val="Zpat0"/>
          </w:pPr>
          <w:r>
            <w:t>VS 635</w:t>
          </w:r>
          <w:r w:rsidR="001453DF">
            <w:t>25169</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7B13DE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C8C">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B4907AA" w:rsidR="001E44D1" w:rsidRDefault="001E44D1" w:rsidP="001E44D1">
          <w:pPr>
            <w:pStyle w:val="Zpat0"/>
          </w:pPr>
          <w:r>
            <w:t xml:space="preserve">KUPNÍ </w:t>
          </w:r>
          <w:r w:rsidR="001453DF">
            <w:t>SMLOUVA – Dodávky</w:t>
          </w:r>
        </w:p>
        <w:p w14:paraId="669AF5E5" w14:textId="008F9F2B" w:rsidR="001E44D1" w:rsidRDefault="001E44D1" w:rsidP="001E44D1">
          <w:pPr>
            <w:pStyle w:val="Zpat0"/>
          </w:pPr>
          <w:r>
            <w:t>VS 635</w:t>
          </w:r>
          <w:r w:rsidR="001453DF">
            <w:t>25169</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710645822" name="Obrázek 710645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53DF"/>
    <w:rsid w:val="0014748A"/>
    <w:rsid w:val="00161C14"/>
    <w:rsid w:val="001656A2"/>
    <w:rsid w:val="00165977"/>
    <w:rsid w:val="00170EC5"/>
    <w:rsid w:val="001747C1"/>
    <w:rsid w:val="00177D6B"/>
    <w:rsid w:val="001913F8"/>
    <w:rsid w:val="00191F90"/>
    <w:rsid w:val="001952B4"/>
    <w:rsid w:val="001A4E40"/>
    <w:rsid w:val="001B2705"/>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6545F"/>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484C"/>
    <w:rsid w:val="002E5C7B"/>
    <w:rsid w:val="002F4333"/>
    <w:rsid w:val="002F6CCC"/>
    <w:rsid w:val="003009CB"/>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539"/>
    <w:rsid w:val="005406EB"/>
    <w:rsid w:val="005478B0"/>
    <w:rsid w:val="00547C9F"/>
    <w:rsid w:val="005511D6"/>
    <w:rsid w:val="00553375"/>
    <w:rsid w:val="00555884"/>
    <w:rsid w:val="005667A8"/>
    <w:rsid w:val="005736B7"/>
    <w:rsid w:val="00575E5A"/>
    <w:rsid w:val="0057783D"/>
    <w:rsid w:val="00580245"/>
    <w:rsid w:val="00580489"/>
    <w:rsid w:val="00582120"/>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45DAE"/>
    <w:rsid w:val="006541D7"/>
    <w:rsid w:val="0065610E"/>
    <w:rsid w:val="00660AD3"/>
    <w:rsid w:val="00660C8C"/>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170"/>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97B1D"/>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BF5DD2"/>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80CCA"/>
    <w:rsid w:val="00C95162"/>
    <w:rsid w:val="00CB26AA"/>
    <w:rsid w:val="00CB3B4E"/>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84593"/>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155F"/>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0DD1"/>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00F"/>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5\63525169%20_V&#352;\00_V&#253;zva,%20smlouva_ve%20zpracov&#225;n&#237;,%20osloven&#237;\Kneifel@spravazeleznic.cz%20"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3603</Words>
  <Characters>21261</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2025-09-03T05:13:00Z</dcterms:created>
  <dcterms:modified xsi:type="dcterms:W3CDTF">2025-09-03T05:13:00Z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